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106A2A2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6F602F">
        <w:rPr>
          <w:rFonts w:ascii="Corbel" w:hAnsi="Corbel"/>
          <w:b/>
          <w:bCs/>
          <w:iCs/>
          <w:smallCaps/>
          <w:sz w:val="24"/>
          <w:szCs w:val="24"/>
        </w:rPr>
        <w:t>2020-2023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6E0BF54A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46350D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46350D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FiR/I/RP/C-1.8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A8F144" w:rsidR="0085747A" w:rsidRPr="009C54AE" w:rsidRDefault="00AE15D9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8DA3112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0B6E09C" w:rsidR="00015B8F" w:rsidRPr="009C54AE" w:rsidRDefault="00BA40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645D1C5" w:rsidR="0085747A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4BEF11" w:rsidR="00C61DC5" w:rsidRPr="009C54AE" w:rsidRDefault="00BA40C5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7FE66" w14:textId="77777777" w:rsidR="00030D05" w:rsidRDefault="00030D05" w:rsidP="00C16ABF">
      <w:pPr>
        <w:spacing w:after="0" w:line="240" w:lineRule="auto"/>
      </w:pPr>
      <w:r>
        <w:separator/>
      </w:r>
    </w:p>
  </w:endnote>
  <w:endnote w:type="continuationSeparator" w:id="0">
    <w:p w14:paraId="4A03C564" w14:textId="77777777" w:rsidR="00030D05" w:rsidRDefault="00030D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06E18" w14:textId="77777777" w:rsidR="00030D05" w:rsidRDefault="00030D05" w:rsidP="00C16ABF">
      <w:pPr>
        <w:spacing w:after="0" w:line="240" w:lineRule="auto"/>
      </w:pPr>
      <w:r>
        <w:separator/>
      </w:r>
    </w:p>
  </w:footnote>
  <w:footnote w:type="continuationSeparator" w:id="0">
    <w:p w14:paraId="5444079F" w14:textId="77777777" w:rsidR="00030D05" w:rsidRDefault="00030D0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5D9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0C5"/>
    <w:rsid w:val="00BB520A"/>
    <w:rsid w:val="00BC797F"/>
    <w:rsid w:val="00BD3869"/>
    <w:rsid w:val="00BD66E9"/>
    <w:rsid w:val="00BD6FF4"/>
    <w:rsid w:val="00BE7393"/>
    <w:rsid w:val="00BF2C41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57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C1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1FD5F9-7257-484E-95A7-501AF37044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957</Words>
  <Characters>5742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2020-12-28T13:13:00Z</dcterms:created>
  <dcterms:modified xsi:type="dcterms:W3CDTF">2021-11-03T05:35:00Z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